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B772F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F5643" w:rsidRPr="003F564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3F5643" w:rsidP="0000184A">
      <w:pPr>
        <w:pStyle w:val="Nagwek"/>
        <w:rPr>
          <w:sz w:val="18"/>
          <w:szCs w:val="18"/>
        </w:rPr>
      </w:pPr>
      <w:bookmarkStart w:id="0" w:name="_GoBack"/>
      <w:bookmarkEnd w:id="0"/>
      <w:r w:rsidRPr="003F5643">
        <w:rPr>
          <w:b/>
          <w:sz w:val="24"/>
        </w:rPr>
        <w:t>BP.271.5.2018.BS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F5643" w:rsidRPr="003F5643">
        <w:rPr>
          <w:b/>
        </w:rPr>
        <w:t>przetarg nieograniczony</w:t>
      </w:r>
      <w:r w:rsidR="00753DC1">
        <w:t xml:space="preserve"> na:</w:t>
      </w:r>
    </w:p>
    <w:p w:rsidR="0000184A" w:rsidRDefault="003F564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F5643">
        <w:rPr>
          <w:b/>
          <w:sz w:val="24"/>
          <w:szCs w:val="24"/>
        </w:rPr>
        <w:t>Modernizacja dróg z wyłączeniem dróg o nawierzchni asfaltowej na terenach miasta i gminy Śrem.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F5643" w:rsidRPr="003F5643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F5643" w:rsidRPr="003F5643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F5643" w:rsidRPr="003F5643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40" w:rsidRDefault="00377640">
      <w:r>
        <w:separator/>
      </w:r>
    </w:p>
  </w:endnote>
  <w:endnote w:type="continuationSeparator" w:id="0">
    <w:p w:rsidR="00377640" w:rsidRDefault="0037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B772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524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524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43" w:rsidRDefault="003F5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40" w:rsidRDefault="00377640">
      <w:r>
        <w:separator/>
      </w:r>
    </w:p>
  </w:footnote>
  <w:footnote w:type="continuationSeparator" w:id="0">
    <w:p w:rsidR="00377640" w:rsidRDefault="0037764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43" w:rsidRDefault="003F5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43" w:rsidRDefault="003F5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43" w:rsidRDefault="003F56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40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77640"/>
    <w:rsid w:val="003E5D20"/>
    <w:rsid w:val="003F5643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95245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B772F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175EC-C74D-4231-A063-457FDE27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2018-01-16T07:34:00Z</dcterms:created>
  <dcterms:modified xsi:type="dcterms:W3CDTF">2018-01-16T07:34:00Z</dcterms:modified>
</cp:coreProperties>
</file>